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4D" w:rsidRDefault="00D214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2020</w:t>
      </w:r>
      <w:r>
        <w:rPr>
          <w:rFonts w:hint="eastAsia"/>
          <w:b/>
          <w:sz w:val="36"/>
          <w:szCs w:val="36"/>
        </w:rPr>
        <w:t>年计算机学院硕士研究生招生专业介绍</w:t>
      </w:r>
    </w:p>
    <w:p w:rsidR="00D2144D" w:rsidRDefault="00D2144D">
      <w:pPr>
        <w:jc w:val="center"/>
        <w:rPr>
          <w:b/>
          <w:sz w:val="30"/>
          <w:szCs w:val="30"/>
        </w:rPr>
      </w:pPr>
    </w:p>
    <w:p w:rsidR="00D2144D" w:rsidRDefault="00D2144D">
      <w:pPr>
        <w:rPr>
          <w:b/>
          <w:sz w:val="30"/>
          <w:szCs w:val="30"/>
        </w:rPr>
      </w:pPr>
      <w:r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、计算机科学与技术（</w:t>
      </w:r>
      <w:r>
        <w:rPr>
          <w:b/>
          <w:sz w:val="30"/>
          <w:szCs w:val="30"/>
        </w:rPr>
        <w:t>0812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学术型</w:t>
      </w:r>
    </w:p>
    <w:p w:rsidR="00D2144D" w:rsidRDefault="00D2144D">
      <w:pPr>
        <w:pStyle w:val="NormalWeb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:rsidR="00D2144D" w:rsidRDefault="00D2144D">
      <w:pPr>
        <w:pStyle w:val="NormalWeb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/>
          <w:sz w:val="24"/>
        </w:rPr>
      </w:pPr>
      <w:r>
        <w:rPr>
          <w:rStyle w:val="char"/>
          <w:rFonts w:ascii="宋体" w:hAnsi="宋体" w:hint="eastAsia"/>
          <w:sz w:val="24"/>
        </w:rPr>
        <w:t>研究方向如下：</w:t>
      </w:r>
      <w:r>
        <w:rPr>
          <w:rStyle w:val="char"/>
          <w:rFonts w:ascii="宋体" w:hAnsi="宋体"/>
          <w:sz w:val="24"/>
        </w:rPr>
        <w:t>1</w:t>
      </w:r>
      <w:r>
        <w:rPr>
          <w:rStyle w:val="char"/>
          <w:rFonts w:ascii="宋体" w:hAnsi="宋体" w:hint="eastAsia"/>
          <w:sz w:val="24"/>
        </w:rPr>
        <w:t>．智能信息处理技术及电力应用</w:t>
      </w:r>
      <w:r>
        <w:rPr>
          <w:rStyle w:val="char"/>
          <w:rFonts w:ascii="宋体" w:hAnsi="宋体"/>
          <w:sz w:val="24"/>
        </w:rPr>
        <w:t>2.</w:t>
      </w:r>
      <w:r>
        <w:rPr>
          <w:rStyle w:val="char"/>
          <w:rFonts w:ascii="宋体" w:hAnsi="宋体" w:hint="eastAsia"/>
          <w:sz w:val="24"/>
        </w:rPr>
        <w:t>智能感知与图像理解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/>
          <w:sz w:val="24"/>
        </w:rPr>
      </w:pPr>
      <w:r>
        <w:rPr>
          <w:rStyle w:val="char"/>
          <w:rFonts w:ascii="宋体" w:hAnsi="宋体"/>
          <w:sz w:val="24"/>
        </w:rPr>
        <w:t>3.</w:t>
      </w:r>
      <w:r>
        <w:rPr>
          <w:rStyle w:val="char"/>
          <w:rFonts w:ascii="宋体" w:hAnsi="宋体" w:hint="eastAsia"/>
          <w:sz w:val="24"/>
        </w:rPr>
        <w:t>云计算与大数据处理</w:t>
      </w:r>
    </w:p>
    <w:p w:rsidR="00D2144D" w:rsidRDefault="00D2144D">
      <w:pPr>
        <w:spacing w:line="300" w:lineRule="auto"/>
        <w:rPr>
          <w:rFonts w:ascii="宋体"/>
          <w:color w:val="FF0000"/>
          <w:kern w:val="0"/>
          <w:sz w:val="24"/>
        </w:rPr>
      </w:pPr>
    </w:p>
    <w:p w:rsidR="00D2144D" w:rsidRDefault="00D2144D" w:rsidP="00F37AC0">
      <w:pPr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、电子信息（</w:t>
      </w:r>
      <w:r>
        <w:rPr>
          <w:b/>
          <w:sz w:val="30"/>
          <w:szCs w:val="30"/>
        </w:rPr>
        <w:t>0854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专业型</w:t>
      </w:r>
    </w:p>
    <w:p w:rsidR="00D2144D" w:rsidRDefault="00D2144D">
      <w:pPr>
        <w:pStyle w:val="NormalWeb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:rsidR="00D2144D" w:rsidRDefault="00D2144D">
      <w:pPr>
        <w:pStyle w:val="NormalWeb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:rsidR="00D2144D" w:rsidRDefault="00D2144D">
      <w:pPr>
        <w:rPr>
          <w:b/>
          <w:sz w:val="30"/>
          <w:szCs w:val="30"/>
        </w:rPr>
      </w:pPr>
    </w:p>
    <w:sectPr w:rsidR="00D2144D" w:rsidSect="005D07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44D" w:rsidRDefault="00D2144D">
      <w:r>
        <w:separator/>
      </w:r>
    </w:p>
  </w:endnote>
  <w:endnote w:type="continuationSeparator" w:id="0">
    <w:p w:rsidR="00D2144D" w:rsidRDefault="00D21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44D" w:rsidRDefault="00D2144D">
      <w:r>
        <w:separator/>
      </w:r>
    </w:p>
  </w:footnote>
  <w:footnote w:type="continuationSeparator" w:id="0">
    <w:p w:rsidR="00D2144D" w:rsidRDefault="00D21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 w:rsidP="00F37AC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DDB"/>
    <w:rsid w:val="00003B98"/>
    <w:rsid w:val="00050F3A"/>
    <w:rsid w:val="00085C05"/>
    <w:rsid w:val="000905FE"/>
    <w:rsid w:val="000B71CB"/>
    <w:rsid w:val="000C0676"/>
    <w:rsid w:val="000C4E7F"/>
    <w:rsid w:val="00127EEC"/>
    <w:rsid w:val="00137B47"/>
    <w:rsid w:val="00184DDB"/>
    <w:rsid w:val="00194239"/>
    <w:rsid w:val="001951BE"/>
    <w:rsid w:val="001A219B"/>
    <w:rsid w:val="001C65E6"/>
    <w:rsid w:val="001C7CA2"/>
    <w:rsid w:val="001E4462"/>
    <w:rsid w:val="00240B6F"/>
    <w:rsid w:val="0029354F"/>
    <w:rsid w:val="002A4599"/>
    <w:rsid w:val="002B7E31"/>
    <w:rsid w:val="003D2753"/>
    <w:rsid w:val="003D79A8"/>
    <w:rsid w:val="0041428F"/>
    <w:rsid w:val="00457856"/>
    <w:rsid w:val="0046428E"/>
    <w:rsid w:val="004C52E4"/>
    <w:rsid w:val="0050573E"/>
    <w:rsid w:val="005C2047"/>
    <w:rsid w:val="005C5D37"/>
    <w:rsid w:val="005D0793"/>
    <w:rsid w:val="005F42DD"/>
    <w:rsid w:val="00602AFA"/>
    <w:rsid w:val="00661AE2"/>
    <w:rsid w:val="006C145E"/>
    <w:rsid w:val="006D6FEC"/>
    <w:rsid w:val="006E2CBB"/>
    <w:rsid w:val="006F3866"/>
    <w:rsid w:val="00740A2C"/>
    <w:rsid w:val="007644DD"/>
    <w:rsid w:val="00774540"/>
    <w:rsid w:val="007A5EAF"/>
    <w:rsid w:val="007B48A0"/>
    <w:rsid w:val="00836479"/>
    <w:rsid w:val="008C65F2"/>
    <w:rsid w:val="008C67F0"/>
    <w:rsid w:val="00944B64"/>
    <w:rsid w:val="00974A66"/>
    <w:rsid w:val="009A1369"/>
    <w:rsid w:val="009A4DCE"/>
    <w:rsid w:val="00B31055"/>
    <w:rsid w:val="00B71431"/>
    <w:rsid w:val="00BA1B12"/>
    <w:rsid w:val="00BC16D8"/>
    <w:rsid w:val="00BD1E79"/>
    <w:rsid w:val="00C23874"/>
    <w:rsid w:val="00C43FBC"/>
    <w:rsid w:val="00C62027"/>
    <w:rsid w:val="00C74932"/>
    <w:rsid w:val="00C771D8"/>
    <w:rsid w:val="00CB560E"/>
    <w:rsid w:val="00CF2032"/>
    <w:rsid w:val="00CF3DFC"/>
    <w:rsid w:val="00D2144D"/>
    <w:rsid w:val="00D353DD"/>
    <w:rsid w:val="00D53615"/>
    <w:rsid w:val="00DC6430"/>
    <w:rsid w:val="00DD46A9"/>
    <w:rsid w:val="00DE2D62"/>
    <w:rsid w:val="00E00376"/>
    <w:rsid w:val="00E068B3"/>
    <w:rsid w:val="00E33B8E"/>
    <w:rsid w:val="00E36165"/>
    <w:rsid w:val="00E375D9"/>
    <w:rsid w:val="00E5358F"/>
    <w:rsid w:val="00E67C3C"/>
    <w:rsid w:val="00E75FB3"/>
    <w:rsid w:val="00E81392"/>
    <w:rsid w:val="00EC55A2"/>
    <w:rsid w:val="00EF7AA7"/>
    <w:rsid w:val="00F37AC0"/>
    <w:rsid w:val="00F80A75"/>
    <w:rsid w:val="00FA7270"/>
    <w:rsid w:val="19D62068"/>
    <w:rsid w:val="1D520E76"/>
    <w:rsid w:val="215845A7"/>
    <w:rsid w:val="355423CD"/>
    <w:rsid w:val="39C00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793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D0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079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D0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0793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5D0793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char"/>
    <w:basedOn w:val="DefaultParagraphFont"/>
    <w:uiPriority w:val="99"/>
    <w:rsid w:val="005D07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167</Words>
  <Characters>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秦力</cp:lastModifiedBy>
  <cp:revision>20</cp:revision>
  <dcterms:created xsi:type="dcterms:W3CDTF">2015-07-16T01:36:00Z</dcterms:created>
  <dcterms:modified xsi:type="dcterms:W3CDTF">2019-09-12T09:33:00Z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