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1DB" w:rsidRDefault="000751DB">
      <w:pPr>
        <w:rPr>
          <w:rFonts w:cs="Times New Roman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1</w:t>
      </w:r>
      <w:r>
        <w:rPr>
          <w:rFonts w:cs="宋体" w:hint="eastAsia"/>
          <w:b/>
          <w:bCs/>
          <w:sz w:val="30"/>
          <w:szCs w:val="30"/>
        </w:rPr>
        <w:t>、动力工程及工程热物理（</w:t>
      </w:r>
      <w:r>
        <w:rPr>
          <w:b/>
          <w:bCs/>
          <w:sz w:val="30"/>
          <w:szCs w:val="30"/>
        </w:rPr>
        <w:t>080700</w:t>
      </w:r>
      <w:r>
        <w:rPr>
          <w:rFonts w:cs="宋体" w:hint="eastAsia"/>
          <w:b/>
          <w:bCs/>
          <w:sz w:val="30"/>
          <w:szCs w:val="30"/>
        </w:rPr>
        <w:t>）</w:t>
      </w:r>
      <w:r>
        <w:rPr>
          <w:b/>
          <w:bCs/>
          <w:sz w:val="30"/>
          <w:szCs w:val="30"/>
        </w:rPr>
        <w:t xml:space="preserve">  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:rsidR="000751DB" w:rsidRDefault="000751DB" w:rsidP="00423CD0">
      <w:pPr>
        <w:ind w:firstLineChars="200" w:firstLine="3168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是以能源的高效洁净开发、生产、转换和利用为应用背景和最终目的，以研究能量的热、光、势能和动能等形式向功、电等形式转化或互逆转换的过程中能量转化、传递的基本规律，以及按此规律有效地实现这些过程的设备和系统的设计、制造和运行的理论与技术等的一门工程基础科学及应用技术科学，是能源与动力工程的理论基础。</w:t>
      </w:r>
    </w:p>
    <w:p w:rsidR="000751DB" w:rsidRDefault="000751DB" w:rsidP="00423CD0">
      <w:pPr>
        <w:ind w:firstLineChars="200" w:firstLine="3168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我校动力工程及工程热物理学科为博士、硕士学位授权一级学科，是</w:t>
      </w:r>
      <w:r>
        <w:rPr>
          <w:sz w:val="30"/>
          <w:szCs w:val="30"/>
        </w:rPr>
        <w:t>“</w:t>
      </w:r>
      <w:r>
        <w:rPr>
          <w:rFonts w:cs="宋体" w:hint="eastAsia"/>
          <w:sz w:val="30"/>
          <w:szCs w:val="30"/>
        </w:rPr>
        <w:t>十二五</w:t>
      </w:r>
      <w:r>
        <w:rPr>
          <w:sz w:val="30"/>
          <w:szCs w:val="30"/>
        </w:rPr>
        <w:t>”</w:t>
      </w:r>
      <w:r>
        <w:rPr>
          <w:rFonts w:cs="宋体" w:hint="eastAsia"/>
          <w:sz w:val="30"/>
          <w:szCs w:val="30"/>
        </w:rPr>
        <w:t>吉林省优势特色重点学科。现有教育部“长江学者与创新团队发展计划”创新团队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个，国家级教学团队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个，省级优秀教学团队</w:t>
      </w:r>
      <w:r>
        <w:rPr>
          <w:sz w:val="30"/>
          <w:szCs w:val="30"/>
        </w:rPr>
        <w:t>2</w:t>
      </w:r>
      <w:r>
        <w:rPr>
          <w:rFonts w:cs="宋体" w:hint="eastAsia"/>
          <w:sz w:val="30"/>
          <w:szCs w:val="30"/>
        </w:rPr>
        <w:t>个，国家杰出青年基金获得者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人、教育部新世纪优秀人才</w:t>
      </w:r>
      <w:r>
        <w:rPr>
          <w:sz w:val="30"/>
          <w:szCs w:val="30"/>
        </w:rPr>
        <w:t>2</w:t>
      </w:r>
      <w:r>
        <w:rPr>
          <w:rFonts w:cs="宋体" w:hint="eastAsia"/>
          <w:sz w:val="30"/>
          <w:szCs w:val="30"/>
        </w:rPr>
        <w:t>人、吉林省首批“学科领军教授”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人，吉林省高级专家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人、吉林省有突出贡献中青年专业技术人才</w:t>
      </w:r>
      <w:r>
        <w:rPr>
          <w:sz w:val="30"/>
          <w:szCs w:val="30"/>
        </w:rPr>
        <w:t>7</w:t>
      </w:r>
      <w:r>
        <w:rPr>
          <w:rFonts w:cs="宋体" w:hint="eastAsia"/>
          <w:sz w:val="30"/>
          <w:szCs w:val="30"/>
        </w:rPr>
        <w:t>人，吉林省拔尖创新人才</w:t>
      </w:r>
      <w:r>
        <w:rPr>
          <w:sz w:val="30"/>
          <w:szCs w:val="30"/>
        </w:rPr>
        <w:t>6</w:t>
      </w:r>
      <w:r>
        <w:rPr>
          <w:rFonts w:cs="宋体" w:hint="eastAsia"/>
          <w:sz w:val="30"/>
          <w:szCs w:val="30"/>
        </w:rPr>
        <w:t>人，吉林省百名科技领军人才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人。</w:t>
      </w:r>
    </w:p>
    <w:p w:rsidR="000751DB" w:rsidRDefault="000751DB" w:rsidP="00423CD0">
      <w:pPr>
        <w:ind w:firstLineChars="200" w:firstLine="31680"/>
        <w:rPr>
          <w:rFonts w:cs="Times New Roman"/>
          <w:sz w:val="30"/>
          <w:szCs w:val="30"/>
        </w:rPr>
      </w:pPr>
      <w:r w:rsidRPr="00F97114">
        <w:rPr>
          <w:rFonts w:cs="宋体" w:hint="eastAsia"/>
          <w:sz w:val="30"/>
          <w:szCs w:val="30"/>
        </w:rPr>
        <w:t>学科围绕能源高效洁净开发、生产、转换和利用中的科学与技术问题，立足于电力行业和新能源领域的科技与人才需求，形成了稳定的研究方向，为能源电力及相关行业培养了大量科技人才。</w:t>
      </w:r>
      <w:r>
        <w:rPr>
          <w:rFonts w:cs="宋体" w:hint="eastAsia"/>
          <w:sz w:val="30"/>
          <w:szCs w:val="30"/>
        </w:rPr>
        <w:t>目前拥有</w:t>
      </w:r>
      <w:r w:rsidRPr="00F97114">
        <w:rPr>
          <w:rFonts w:cs="宋体" w:hint="eastAsia"/>
          <w:sz w:val="30"/>
          <w:szCs w:val="30"/>
        </w:rPr>
        <w:t>“多能互补高效供能管理技术国家地方联合实验室</w:t>
      </w:r>
      <w:r>
        <w:rPr>
          <w:rFonts w:cs="宋体" w:hint="eastAsia"/>
          <w:sz w:val="30"/>
          <w:szCs w:val="30"/>
        </w:rPr>
        <w:t>”</w:t>
      </w:r>
      <w:r>
        <w:rPr>
          <w:sz w:val="30"/>
          <w:szCs w:val="30"/>
        </w:rPr>
        <w:t>1</w:t>
      </w:r>
      <w:r>
        <w:rPr>
          <w:rFonts w:cs="宋体" w:hint="eastAsia"/>
          <w:sz w:val="30"/>
          <w:szCs w:val="30"/>
        </w:rPr>
        <w:t>个，有“油页岩综合利用教育部工程研究中心”、“流体机械安全节能技术吉林省工程实验室”、“吉林省火电机组节能减排科技创新中心”等</w:t>
      </w:r>
      <w:r>
        <w:rPr>
          <w:sz w:val="30"/>
          <w:szCs w:val="30"/>
        </w:rPr>
        <w:t>6</w:t>
      </w:r>
      <w:r>
        <w:rPr>
          <w:rFonts w:cs="宋体" w:hint="eastAsia"/>
          <w:sz w:val="30"/>
          <w:szCs w:val="30"/>
        </w:rPr>
        <w:t>个省部级重点实验室（工程研究中心），并创建了</w:t>
      </w:r>
      <w:r w:rsidRPr="00F97114">
        <w:rPr>
          <w:rFonts w:cs="宋体" w:hint="eastAsia"/>
          <w:sz w:val="30"/>
          <w:szCs w:val="30"/>
        </w:rPr>
        <w:t>“能源高效清洁利用技术吉林省院士工作站</w:t>
      </w:r>
      <w:r>
        <w:rPr>
          <w:rFonts w:cs="宋体" w:hint="eastAsia"/>
          <w:sz w:val="30"/>
          <w:szCs w:val="30"/>
        </w:rPr>
        <w:t>”，为研究生开展高水平的科学研究提供了重要保障。</w:t>
      </w:r>
    </w:p>
    <w:p w:rsidR="000751DB" w:rsidRDefault="000751DB" w:rsidP="00423CD0">
      <w:pPr>
        <w:ind w:firstLineChars="200" w:firstLine="3168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面宽，适应性强，就业主要面向电力行业和新能源行业，可从事发电厂设计、建设、调试、生产、运行等工作，主要就业单位有发电公司、电力科学研究院、电力设计院、电力规划院以及相关院校。</w:t>
      </w:r>
    </w:p>
    <w:p w:rsidR="000751DB" w:rsidRDefault="000751DB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2</w:t>
      </w:r>
      <w:r>
        <w:rPr>
          <w:rFonts w:cs="宋体" w:hint="eastAsia"/>
          <w:b/>
          <w:bCs/>
          <w:sz w:val="30"/>
          <w:szCs w:val="30"/>
        </w:rPr>
        <w:t>、能源动力（</w:t>
      </w:r>
      <w:r>
        <w:rPr>
          <w:b/>
          <w:bCs/>
          <w:sz w:val="30"/>
          <w:szCs w:val="30"/>
        </w:rPr>
        <w:t>085800</w:t>
      </w:r>
      <w:r>
        <w:rPr>
          <w:rFonts w:cs="宋体" w:hint="eastAsia"/>
          <w:b/>
          <w:bCs/>
          <w:sz w:val="30"/>
          <w:szCs w:val="30"/>
        </w:rPr>
        <w:t>）</w:t>
      </w:r>
      <w:r>
        <w:rPr>
          <w:b/>
          <w:bCs/>
          <w:sz w:val="30"/>
          <w:szCs w:val="30"/>
        </w:rPr>
        <w:t xml:space="preserve">  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:rsidR="000751DB" w:rsidRDefault="000751DB" w:rsidP="00423CD0">
      <w:pPr>
        <w:ind w:firstLineChars="200" w:firstLine="3168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本专业是研究工程领域中的能源转换、传输、利用理论、技术和设备，提高能源利用率，减少一次能源消耗和污染物质排放，推动国民经济可持续发展的应用工程技术领域。培养从事能源转换技术、热工设备、</w:t>
      </w:r>
      <w:bookmarkStart w:id="0" w:name="_GoBack"/>
      <w:bookmarkEnd w:id="0"/>
      <w:r>
        <w:rPr>
          <w:rFonts w:cs="宋体" w:hint="eastAsia"/>
          <w:sz w:val="30"/>
          <w:szCs w:val="30"/>
        </w:rPr>
        <w:t>动力机械的研究、设计、开发、制造及技术改造和技术攻关、工程管理的高级工程技术人才。</w:t>
      </w:r>
    </w:p>
    <w:p w:rsidR="000751DB" w:rsidRDefault="000751DB" w:rsidP="00423CD0">
      <w:pPr>
        <w:ind w:firstLineChars="200" w:firstLine="3168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本专业领域与人类的生产和生活密切相关，既有悠久的历史，又属于</w:t>
      </w:r>
      <w:r>
        <w:rPr>
          <w:sz w:val="30"/>
          <w:szCs w:val="30"/>
        </w:rPr>
        <w:t>21</w:t>
      </w:r>
      <w:r>
        <w:rPr>
          <w:rFonts w:cs="宋体" w:hint="eastAsia"/>
          <w:sz w:val="30"/>
          <w:szCs w:val="30"/>
        </w:rPr>
        <w:t>世纪经济发展中的能源、信息、材料三大前沿领域之一。随着当今社会生活对动力的需求不断提高，电子技术、计算机技术、材料科学等高新技术对热能传输和控制的迫切要求以及资源、环境与生态问题的日益突出，动力工程理论和技术工作者正面临着新的挑战，必将在能源高效利用、洁净燃烧、远程节能和自动控制以及热能传输控制等诸多方面出现新的突破，并会对今后的人类文明产生重大影响。</w:t>
      </w:r>
    </w:p>
    <w:p w:rsidR="000751DB" w:rsidRDefault="000751DB" w:rsidP="00423CD0">
      <w:pPr>
        <w:ind w:firstLineChars="200" w:firstLine="3168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本专业毕业生就业面宽，适应性强，主要面向电力行业就业，可从事发电厂设计、建设、调试、生产、运行等工作，主要就业单位有发电公司、电力科学研究院、电力设计院、电力建设企业等。</w:t>
      </w:r>
    </w:p>
    <w:p w:rsidR="000751DB" w:rsidRDefault="000751DB">
      <w:pPr>
        <w:rPr>
          <w:rFonts w:cs="Times New Roman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3</w:t>
      </w:r>
      <w:r>
        <w:rPr>
          <w:rFonts w:cs="宋体" w:hint="eastAsia"/>
          <w:b/>
          <w:bCs/>
          <w:sz w:val="30"/>
          <w:szCs w:val="30"/>
        </w:rPr>
        <w:t>、供热、供燃气、通风及空调工程（</w:t>
      </w:r>
      <w:r>
        <w:rPr>
          <w:b/>
          <w:bCs/>
          <w:sz w:val="30"/>
          <w:szCs w:val="30"/>
        </w:rPr>
        <w:t>081404</w:t>
      </w:r>
      <w:r>
        <w:rPr>
          <w:rFonts w:cs="宋体" w:hint="eastAsia"/>
          <w:b/>
          <w:bCs/>
          <w:sz w:val="30"/>
          <w:szCs w:val="30"/>
        </w:rPr>
        <w:t>）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:rsidR="000751DB" w:rsidRDefault="000751DB" w:rsidP="00423CD0">
      <w:pPr>
        <w:ind w:firstLineChars="200" w:firstLine="31680"/>
        <w:rPr>
          <w:rFonts w:cs="Times New Roman"/>
          <w:sz w:val="30"/>
          <w:szCs w:val="30"/>
        </w:rPr>
      </w:pPr>
      <w:r w:rsidRPr="00CA218A">
        <w:rPr>
          <w:rFonts w:cs="宋体" w:hint="eastAsia"/>
          <w:sz w:val="30"/>
          <w:szCs w:val="30"/>
        </w:rPr>
        <w:t>供热、供燃气、通风及空调工程专业是一级学科土木工程学下的二级学科。本学科研究内容包括民用与工业建筑、运载工具及人工气候室中的温湿度、清洁度及空气质量的控制，为实现此环境控制的采暖通风和空调系统，与之相应的冷热源及能源转换设备，以及燃气、蒸汽与冷热水输送系统。本专业的中心任务是在尽可能减少对常规能源的消耗，降低对大气环境污染的基础上，为人类提供各种最适宜的人工环境，促进经济建设和人民生活的可持续发展。本学科以传热传质学、工程热力学、流体力学、人工环境学基础理论，并广泛应用计算机技术、自动控制技术、机电技术等。研究内容设计人工环境系统的基础理论，但更侧重于人环境系统的设计与施工、运行调节和设备开发等实际工程应用中的理论问题。</w:t>
      </w:r>
    </w:p>
    <w:p w:rsidR="000751DB" w:rsidRDefault="000751DB" w:rsidP="00306803">
      <w:pPr>
        <w:ind w:firstLineChars="200" w:firstLine="31680"/>
        <w:rPr>
          <w:rFonts w:cs="Times New Roman"/>
          <w:sz w:val="30"/>
          <w:szCs w:val="30"/>
        </w:rPr>
      </w:pPr>
      <w:r w:rsidRPr="00A84B87">
        <w:rPr>
          <w:rFonts w:cs="宋体" w:hint="eastAsia"/>
          <w:sz w:val="30"/>
          <w:szCs w:val="30"/>
        </w:rPr>
        <w:t>本专业毕业生就业面宽，适应性强，主要面向</w:t>
      </w:r>
      <w:r>
        <w:rPr>
          <w:rFonts w:cs="宋体" w:hint="eastAsia"/>
          <w:sz w:val="30"/>
          <w:szCs w:val="30"/>
        </w:rPr>
        <w:t>供热、燃气工程、空调、制冷、能源生产等</w:t>
      </w:r>
      <w:r w:rsidRPr="00A84B87">
        <w:rPr>
          <w:rFonts w:cs="宋体" w:hint="eastAsia"/>
          <w:sz w:val="30"/>
          <w:szCs w:val="30"/>
        </w:rPr>
        <w:t>行业就业，可从事</w:t>
      </w:r>
      <w:r>
        <w:rPr>
          <w:rFonts w:cs="宋体" w:hint="eastAsia"/>
          <w:sz w:val="30"/>
          <w:szCs w:val="30"/>
        </w:rPr>
        <w:t>暖通空调、燃气工程、能源生产等领域的</w:t>
      </w:r>
      <w:r w:rsidRPr="00A84B87">
        <w:rPr>
          <w:rFonts w:cs="宋体" w:hint="eastAsia"/>
          <w:sz w:val="30"/>
          <w:szCs w:val="30"/>
        </w:rPr>
        <w:t>设计、生产、</w:t>
      </w:r>
      <w:r>
        <w:rPr>
          <w:rFonts w:cs="宋体" w:hint="eastAsia"/>
          <w:sz w:val="30"/>
          <w:szCs w:val="30"/>
        </w:rPr>
        <w:t>施工</w:t>
      </w:r>
      <w:r w:rsidRPr="00A84B87">
        <w:rPr>
          <w:rFonts w:cs="宋体" w:hint="eastAsia"/>
          <w:sz w:val="30"/>
          <w:szCs w:val="30"/>
        </w:rPr>
        <w:t>建设、调试、运行</w:t>
      </w:r>
      <w:r>
        <w:rPr>
          <w:rFonts w:cs="宋体" w:hint="eastAsia"/>
          <w:sz w:val="30"/>
          <w:szCs w:val="30"/>
        </w:rPr>
        <w:t>、管理</w:t>
      </w:r>
      <w:r w:rsidRPr="00A84B87">
        <w:rPr>
          <w:rFonts w:cs="宋体" w:hint="eastAsia"/>
          <w:sz w:val="30"/>
          <w:szCs w:val="30"/>
        </w:rPr>
        <w:t>等工作，主要就业单位有</w:t>
      </w:r>
      <w:r>
        <w:rPr>
          <w:rFonts w:cs="宋体" w:hint="eastAsia"/>
          <w:sz w:val="30"/>
          <w:szCs w:val="30"/>
        </w:rPr>
        <w:t>与行业相关的设计院、暖通空调生产企业、供热公司、能源电力生产企业、高校、政府部门等</w:t>
      </w:r>
      <w:r w:rsidRPr="00A84B87">
        <w:rPr>
          <w:rFonts w:cs="宋体" w:hint="eastAsia"/>
          <w:sz w:val="30"/>
          <w:szCs w:val="30"/>
        </w:rPr>
        <w:t>。</w:t>
      </w:r>
    </w:p>
    <w:sectPr w:rsidR="000751DB" w:rsidSect="005A5E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1DB" w:rsidRDefault="000751DB" w:rsidP="00CA218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751DB" w:rsidRDefault="000751DB" w:rsidP="00CA218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altName w:val="华文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1DB" w:rsidRDefault="000751DB" w:rsidP="00CA218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751DB" w:rsidRDefault="000751DB" w:rsidP="00CA218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DDB"/>
    <w:rsid w:val="00003B98"/>
    <w:rsid w:val="0001788F"/>
    <w:rsid w:val="00050F3A"/>
    <w:rsid w:val="000751DB"/>
    <w:rsid w:val="000F30FA"/>
    <w:rsid w:val="001011E6"/>
    <w:rsid w:val="00107112"/>
    <w:rsid w:val="00127EEC"/>
    <w:rsid w:val="00137B47"/>
    <w:rsid w:val="00184DDB"/>
    <w:rsid w:val="00194239"/>
    <w:rsid w:val="001951BE"/>
    <w:rsid w:val="001A219B"/>
    <w:rsid w:val="001C0C1F"/>
    <w:rsid w:val="001E4462"/>
    <w:rsid w:val="00240B6F"/>
    <w:rsid w:val="0029354F"/>
    <w:rsid w:val="002A4599"/>
    <w:rsid w:val="002B7E31"/>
    <w:rsid w:val="00306803"/>
    <w:rsid w:val="003D79A8"/>
    <w:rsid w:val="0041428F"/>
    <w:rsid w:val="00423CD0"/>
    <w:rsid w:val="00432BE2"/>
    <w:rsid w:val="00457856"/>
    <w:rsid w:val="0046428E"/>
    <w:rsid w:val="004C52E4"/>
    <w:rsid w:val="0050573E"/>
    <w:rsid w:val="005A5E89"/>
    <w:rsid w:val="005C2047"/>
    <w:rsid w:val="005C5D37"/>
    <w:rsid w:val="005F42DD"/>
    <w:rsid w:val="00602AFA"/>
    <w:rsid w:val="006232DE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836479"/>
    <w:rsid w:val="008871EF"/>
    <w:rsid w:val="008A355E"/>
    <w:rsid w:val="008C65F2"/>
    <w:rsid w:val="008C67F0"/>
    <w:rsid w:val="00974A66"/>
    <w:rsid w:val="009A4DCE"/>
    <w:rsid w:val="00A84B87"/>
    <w:rsid w:val="00AC1D05"/>
    <w:rsid w:val="00B31055"/>
    <w:rsid w:val="00BA1B12"/>
    <w:rsid w:val="00BD1E79"/>
    <w:rsid w:val="00C74932"/>
    <w:rsid w:val="00C771D8"/>
    <w:rsid w:val="00CA218A"/>
    <w:rsid w:val="00CB560E"/>
    <w:rsid w:val="00CF2032"/>
    <w:rsid w:val="00CF3DFC"/>
    <w:rsid w:val="00D031BA"/>
    <w:rsid w:val="00D53615"/>
    <w:rsid w:val="00D75EB4"/>
    <w:rsid w:val="00DC6430"/>
    <w:rsid w:val="00DE2D62"/>
    <w:rsid w:val="00E36165"/>
    <w:rsid w:val="00E67C3C"/>
    <w:rsid w:val="00E81392"/>
    <w:rsid w:val="00EC55A2"/>
    <w:rsid w:val="00EF7AA7"/>
    <w:rsid w:val="00F80A75"/>
    <w:rsid w:val="00F97114"/>
    <w:rsid w:val="00FA7270"/>
    <w:rsid w:val="5AB0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E8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2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A218A"/>
    <w:rPr>
      <w:rFonts w:ascii="Calibri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CA2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218A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245</Words>
  <Characters>1398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1、动力工程及工程热物理（080700）  学术型</dc:title>
  <dc:subject/>
  <dc:creator>windows7</dc:creator>
  <cp:keywords/>
  <dc:description/>
  <cp:lastModifiedBy>李鹏</cp:lastModifiedBy>
  <cp:revision>5</cp:revision>
  <dcterms:created xsi:type="dcterms:W3CDTF">2015-07-24T03:50:00Z</dcterms:created>
  <dcterms:modified xsi:type="dcterms:W3CDTF">2019-07-08T00:30:00Z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